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7E" w:rsidRPr="00A05B8E" w:rsidRDefault="00012D7E" w:rsidP="00012D7E">
      <w:pPr>
        <w:rPr>
          <w:rFonts w:ascii="Century Gothic" w:hAnsi="Century Gothic"/>
          <w:b/>
        </w:rPr>
      </w:pPr>
      <w:r w:rsidRPr="00A05B8E">
        <w:rPr>
          <w:rFonts w:ascii="Century Gothic" w:hAnsi="Century Gothic"/>
          <w:b/>
        </w:rPr>
        <w:t>Assignment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>1. Describe and list 3 responsibilities of each of the following staff positions in the food industry: (14 marks)</w:t>
      </w:r>
    </w:p>
    <w:p w:rsidR="00012D7E" w:rsidRDefault="00012D7E" w:rsidP="00012D7E">
      <w:pPr>
        <w:ind w:firstLine="720"/>
        <w:rPr>
          <w:rFonts w:ascii="Century Gothic" w:hAnsi="Century Gothic"/>
        </w:rPr>
        <w:sectPr w:rsidR="00012D7E" w:rsidSect="00012D7E">
          <w:pgSz w:w="12240" w:h="15840" w:code="1"/>
          <w:pgMar w:top="864" w:right="1152" w:bottom="864" w:left="1152" w:header="706" w:footer="706" w:gutter="0"/>
          <w:cols w:space="708"/>
          <w:titlePg/>
          <w:docGrid w:linePitch="360"/>
        </w:sectPr>
      </w:pPr>
    </w:p>
    <w:p w:rsidR="00012D7E" w:rsidRPr="00A05B8E" w:rsidRDefault="00012D7E" w:rsidP="00012D7E">
      <w:pPr>
        <w:ind w:firstLine="720"/>
        <w:rPr>
          <w:rFonts w:ascii="Century Gothic" w:hAnsi="Century Gothic"/>
        </w:rPr>
      </w:pPr>
      <w:r w:rsidRPr="00A05B8E">
        <w:rPr>
          <w:rFonts w:ascii="Century Gothic" w:hAnsi="Century Gothic"/>
        </w:rPr>
        <w:lastRenderedPageBreak/>
        <w:t>Executive Chef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Sous Chef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Station Chef</w:t>
      </w:r>
      <w:r>
        <w:rPr>
          <w:rFonts w:ascii="Century Gothic" w:hAnsi="Century Gothic"/>
        </w:rPr>
        <w:t>/ Line Cook</w:t>
      </w:r>
    </w:p>
    <w:p w:rsidR="00012D7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</w:r>
      <w:r>
        <w:rPr>
          <w:rFonts w:ascii="Century Gothic" w:hAnsi="Century Gothic"/>
        </w:rPr>
        <w:t>Saucier</w:t>
      </w:r>
    </w:p>
    <w:p w:rsidR="00012D7E" w:rsidRDefault="00012D7E" w:rsidP="00012D7E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Pastry chef</w:t>
      </w:r>
    </w:p>
    <w:p w:rsidR="00012D7E" w:rsidRPr="00A05B8E" w:rsidRDefault="00012D7E" w:rsidP="00012D7E">
      <w:pPr>
        <w:ind w:firstLine="720"/>
        <w:rPr>
          <w:rFonts w:ascii="Century Gothic" w:hAnsi="Century Gothic"/>
        </w:rPr>
      </w:pPr>
      <w:r>
        <w:rPr>
          <w:rFonts w:ascii="Century Gothic" w:hAnsi="Century Gothic"/>
        </w:rPr>
        <w:t>Chef Garde Manger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Banquet manager</w:t>
      </w:r>
    </w:p>
    <w:p w:rsidR="00012D7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</w:r>
      <w:r>
        <w:rPr>
          <w:rFonts w:ascii="Century Gothic" w:hAnsi="Century Gothic"/>
        </w:rPr>
        <w:t>Sommelier</w:t>
      </w:r>
    </w:p>
    <w:p w:rsidR="00012D7E" w:rsidRDefault="00012D7E" w:rsidP="00012D7E">
      <w:pPr>
        <w:rPr>
          <w:rFonts w:ascii="Century Gothic" w:hAnsi="Century Gothic"/>
          <w:sz w:val="16"/>
          <w:szCs w:val="16"/>
        </w:rPr>
        <w:sectPr w:rsidR="00012D7E" w:rsidSect="00CF05FA">
          <w:type w:val="continuous"/>
          <w:pgSz w:w="12240" w:h="15840" w:code="1"/>
          <w:pgMar w:top="864" w:right="1152" w:bottom="864" w:left="1152" w:header="706" w:footer="706" w:gutter="0"/>
          <w:cols w:num="2" w:space="720"/>
          <w:titlePg/>
          <w:docGrid w:linePitch="360"/>
        </w:sectPr>
      </w:pPr>
    </w:p>
    <w:p w:rsidR="00012D7E" w:rsidRPr="00CF05FA" w:rsidRDefault="00012D7E" w:rsidP="00012D7E">
      <w:pPr>
        <w:rPr>
          <w:rFonts w:ascii="Century Gothic" w:hAnsi="Century Gothic"/>
          <w:sz w:val="16"/>
          <w:szCs w:val="16"/>
        </w:rPr>
      </w:pPr>
      <w:hyperlink r:id="rId4" w:history="1">
        <w:r w:rsidRPr="00CF05FA">
          <w:rPr>
            <w:rStyle w:val="Hyperlink"/>
            <w:rFonts w:ascii="Century Gothic" w:hAnsi="Century Gothic"/>
            <w:sz w:val="16"/>
            <w:szCs w:val="16"/>
          </w:rPr>
          <w:t>http://www.chefschoolreview.com/culinary-career-options.html</w:t>
        </w:r>
      </w:hyperlink>
    </w:p>
    <w:p w:rsidR="00012D7E" w:rsidRPr="00CF05FA" w:rsidRDefault="00012D7E" w:rsidP="00012D7E">
      <w:pPr>
        <w:rPr>
          <w:rFonts w:ascii="Century Gothic" w:hAnsi="Century Gothic"/>
          <w:sz w:val="16"/>
          <w:szCs w:val="16"/>
        </w:rPr>
      </w:pPr>
      <w:hyperlink r:id="rId5" w:history="1">
        <w:r w:rsidRPr="00CF05FA">
          <w:rPr>
            <w:rStyle w:val="Hyperlink"/>
            <w:rFonts w:ascii="Century Gothic" w:hAnsi="Century Gothic"/>
            <w:sz w:val="16"/>
            <w:szCs w:val="16"/>
          </w:rPr>
          <w:t>http://www.culinaryschools.org/chef-types/line-cook/</w:t>
        </w:r>
      </w:hyperlink>
    </w:p>
    <w:p w:rsidR="00012D7E" w:rsidRPr="00A05B8E" w:rsidRDefault="00012D7E" w:rsidP="00012D7E">
      <w:pPr>
        <w:rPr>
          <w:rFonts w:ascii="Century Gothic" w:hAnsi="Century Gothic"/>
        </w:rPr>
      </w:pPr>
      <w:hyperlink r:id="rId6" w:history="1">
        <w:r w:rsidRPr="00CF05FA">
          <w:rPr>
            <w:rStyle w:val="Hyperlink"/>
            <w:rFonts w:ascii="Century Gothic" w:hAnsi="Century Gothic"/>
            <w:sz w:val="16"/>
            <w:szCs w:val="16"/>
          </w:rPr>
          <w:t>http://www.ardenthoteladvisors.com/_files/_pdf/positions/career_banquet_manager.pdf</w:t>
        </w:r>
      </w:hyperlink>
    </w:p>
    <w:p w:rsidR="00012D7E" w:rsidRPr="00A05B8E" w:rsidRDefault="00012D7E" w:rsidP="00012D7E">
      <w:pPr>
        <w:rPr>
          <w:rFonts w:ascii="Century Gothic" w:hAnsi="Century Gothic"/>
        </w:rPr>
      </w:pP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>2. A successful employee displays a positive attitude and follows an unwritten behaviour code called professionalism. List 5 qualities of a professional. (5 marks)</w:t>
      </w:r>
    </w:p>
    <w:p w:rsidR="00012D7E" w:rsidRPr="00A05B8E" w:rsidRDefault="00012D7E" w:rsidP="00012D7E">
      <w:pPr>
        <w:rPr>
          <w:rFonts w:ascii="Century Gothic" w:hAnsi="Century Gothic"/>
        </w:rPr>
      </w:pP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>3. Choose a well known chef from the following list or you can choose another of your own. Research information about this chef and write a half page summary answering the following questions: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Give a brief description of the history of the chosen chef. (3)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What are 3 of this chef’s specialty dishes? (3)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ab/>
        <w:t>Why has this chef become well known? (1)</w:t>
      </w:r>
    </w:p>
    <w:p w:rsidR="00012D7E" w:rsidRPr="00A05B8E" w:rsidRDefault="00012D7E" w:rsidP="00012D7E">
      <w:pPr>
        <w:ind w:left="720"/>
        <w:rPr>
          <w:rFonts w:ascii="Century Gothic" w:hAnsi="Century Gothic"/>
        </w:rPr>
      </w:pPr>
      <w:r w:rsidRPr="00A05B8E">
        <w:rPr>
          <w:rFonts w:ascii="Century Gothic" w:hAnsi="Century Gothic"/>
        </w:rPr>
        <w:t>What contributions to society would chefs have to make to become renowned? (3)</w:t>
      </w: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>Chefs: Bobby Flay, Wolfgang Puck, Emeril Legasse, Michael Smith, Gordon Ramsay, Jamie Oliver, Julia Child, Mario Batali, Rachael Ray, James Beard, Daniel Boulud.</w:t>
      </w:r>
    </w:p>
    <w:p w:rsidR="00012D7E" w:rsidRDefault="00012D7E" w:rsidP="00012D7E">
      <w:pPr>
        <w:rPr>
          <w:rFonts w:ascii="Century Gothic" w:hAnsi="Century Gothic"/>
        </w:rPr>
      </w:pPr>
    </w:p>
    <w:p w:rsidR="00012D7E" w:rsidRPr="00A05B8E" w:rsidRDefault="00012D7E" w:rsidP="00012D7E">
      <w:pPr>
        <w:rPr>
          <w:rFonts w:ascii="Century Gothic" w:hAnsi="Century Gothic"/>
        </w:rPr>
      </w:pPr>
      <w:r w:rsidRPr="00A05B8E">
        <w:rPr>
          <w:rFonts w:ascii="Century Gothic" w:hAnsi="Century Gothic"/>
        </w:rPr>
        <w:t>4. Include a reference list of all the resources you used to find this information. This page must be typed and include a minimum of 3 credible sources. Wikipedia is NOT a credible source! (3)</w:t>
      </w:r>
    </w:p>
    <w:p w:rsidR="00865B27" w:rsidRDefault="00865B27">
      <w:bookmarkStart w:id="0" w:name="_GoBack"/>
      <w:bookmarkEnd w:id="0"/>
    </w:p>
    <w:sectPr w:rsidR="00865B27" w:rsidSect="00A05B8E">
      <w:type w:val="continuous"/>
      <w:pgSz w:w="12240" w:h="15840" w:code="1"/>
      <w:pgMar w:top="864" w:right="1152" w:bottom="864" w:left="1152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7E"/>
    <w:rsid w:val="00012D7E"/>
    <w:rsid w:val="00296CDF"/>
    <w:rsid w:val="0086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546F8-7E6F-41EA-B87F-EC0A6789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12D7E"/>
    <w:rPr>
      <w:color w:val="8E23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denthoteladvisors.com/_files/_pdf/positions/career_banquet_manager.pdf" TargetMode="External"/><Relationship Id="rId5" Type="http://schemas.openxmlformats.org/officeDocument/2006/relationships/hyperlink" Target="http://www.culinaryschools.org/chef-types/line-cook/" TargetMode="External"/><Relationship Id="rId4" Type="http://schemas.openxmlformats.org/officeDocument/2006/relationships/hyperlink" Target="http://www.chefschoolreview.com/culinary-career-op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726A7FB5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1</cp:revision>
  <dcterms:created xsi:type="dcterms:W3CDTF">2015-03-09T19:49:00Z</dcterms:created>
  <dcterms:modified xsi:type="dcterms:W3CDTF">2015-03-09T19:50:00Z</dcterms:modified>
</cp:coreProperties>
</file>